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7F8B4CB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3A2295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>OŚWIADCZENIE W SPRAWIE DOŚWIADCZENIA ZAWODOWEGO (RBM)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75E476FC" w:rsidR="000D24FD" w:rsidRPr="000D24FD" w:rsidRDefault="003A2295" w:rsidP="000D24FD">
      <w:pPr>
        <w:spacing w:before="120"/>
        <w:ind w:right="28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</w:t>
      </w:r>
      <w:r w:rsid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4265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/2025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483D7A" w:rsidRP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Wykonanie dokumentacji i robót budowlanych w branży elektroenergetycznej na terenie działania OŁD w RE Tomaszów </w:t>
      </w:r>
      <w:proofErr w:type="spellStart"/>
      <w:r w:rsidR="00483D7A" w:rsidRP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Maz</w:t>
      </w:r>
      <w:proofErr w:type="spellEnd"/>
      <w:r w:rsidR="00483D7A" w:rsidRP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. w podziale na 3 części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  <w:r w:rsidR="006F544C">
        <w:rPr>
          <w:rFonts w:ascii="Calibri" w:eastAsia="Times New Roman" w:hAnsi="Calibri" w:cs="Times New Roman"/>
          <w:sz w:val="20"/>
          <w:szCs w:val="20"/>
        </w:rPr>
        <w:t xml:space="preserve"> oraz 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>w okresie ostatnich 3 lat przed upływem terminu składania ofert, a jeżeli okres prowadzenia działalności jest krótszy – w tym okresie, zrealizowali</w:t>
      </w:r>
      <w:r w:rsidR="006F544C">
        <w:rPr>
          <w:rFonts w:ascii="Calibri" w:eastAsia="Times New Roman" w:hAnsi="Calibri" w:cs="Times New Roman"/>
          <w:sz w:val="20"/>
          <w:szCs w:val="20"/>
        </w:rPr>
        <w:t>śmy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 xml:space="preserve"> minimum trzy dokumentacje projektowe odpowiadające swoim rodzajem projektom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0D4B0161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F64E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483D7A">
            <w:rPr>
              <w:rFonts w:asciiTheme="majorHAnsi" w:hAnsiTheme="majorHAnsi"/>
              <w:color w:val="000000" w:themeColor="text1"/>
              <w:sz w:val="14"/>
              <w:szCs w:val="18"/>
            </w:rPr>
            <w:t>4265</w:t>
          </w: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5EF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35374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D7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1EA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POST/DYS/OLD/GZ/04265/2025                        </dmsv2SWPP2ObjectNumber>
    <dmsv2SWPP2SumMD5 xmlns="http://schemas.microsoft.com/sharepoint/v3">61c57c2efa87efbd062995fc06627ee8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23869125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DPFVW34YURAE-834641568-17096</_dlc_DocId>
    <_dlc_DocIdUrl xmlns="a19cb1c7-c5c7-46d4-85ae-d83685407bba">
      <Url>https://swpp2.dms.gkpge.pl/sites/40/_layouts/15/DocIdRedir.aspx?ID=DPFVW34YURAE-834641568-17096</Url>
      <Description>DPFVW34YURAE-834641568-17096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B83F1-1468-436C-804A-6120FCDD98ED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E2622EE-0D5F-4256-9592-F98DD631B9D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66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16</cp:revision>
  <cp:lastPrinted>2024-07-15T11:21:00Z</cp:lastPrinted>
  <dcterms:created xsi:type="dcterms:W3CDTF">2025-01-15T13:15:00Z</dcterms:created>
  <dcterms:modified xsi:type="dcterms:W3CDTF">2025-11-26T08:44:00Z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9e901eb2-25eb-4e08-9ea4-ddc13e6a0f8d</vt:lpwstr>
  </property>
</Properties>
</file>